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2F09FAC" w:rsidR="007C2FEE" w:rsidRPr="004440E9" w:rsidRDefault="006D1201" w:rsidP="007C2FEE">
      <w:pPr>
        <w:pStyle w:val="Head"/>
      </w:pPr>
      <w:r>
        <w:rPr>
          <w:lang w:val="ru"/>
        </w:rPr>
        <w:t xml:space="preserve">Wirtgen │ Быстрая реконструкция дорог на Сицилии: большая фреза W 210 Fi справляется со своими задачами даже в тесном пространстве </w:t>
      </w:r>
    </w:p>
    <w:p w14:paraId="34A89D42" w14:textId="02233A34" w:rsidR="007C2FEE" w:rsidRPr="004440E9" w:rsidRDefault="006D1201" w:rsidP="007C2FEE">
      <w:pPr>
        <w:pStyle w:val="Subhead"/>
      </w:pPr>
      <w:r>
        <w:rPr>
          <w:bCs/>
          <w:iCs w:val="0"/>
          <w:lang w:val="ru"/>
        </w:rPr>
        <w:t>Система Mill</w:t>
      </w:r>
      <w:r>
        <w:rPr>
          <w:b w:val="0"/>
          <w:iCs w:val="0"/>
          <w:lang w:val="ru"/>
        </w:rPr>
        <w:t> </w:t>
      </w:r>
      <w:r>
        <w:rPr>
          <w:bCs/>
          <w:iCs w:val="0"/>
          <w:lang w:val="ru"/>
        </w:rPr>
        <w:t>Assist и функции автоматики помогают оперативно выполнять работы</w:t>
      </w:r>
    </w:p>
    <w:p w14:paraId="43A5AB78" w14:textId="12480D90" w:rsidR="007C2FEE" w:rsidRPr="00B03759" w:rsidRDefault="006D1201" w:rsidP="007C2FEE">
      <w:pPr>
        <w:pStyle w:val="Teaser"/>
        <w:rPr>
          <w:lang w:val="ru"/>
        </w:rPr>
      </w:pPr>
      <w:r>
        <w:rPr>
          <w:bCs/>
          <w:lang w:val="ru"/>
        </w:rPr>
        <w:t>Узкие дороги на Сицилии петляют среди живописных холмов. Но когда наступает пора ремонта дорог, эта красота начинает создавать проблемы. Необходимо тщательно спланировать логистику строительной площадки и подобрать машины, чтобы создавать как можно меньше неудобств для движения транспорта. Компания-подрядчик остановила свой выбор на большой фрезе W 210 Fi, которая позволяет снимать покрытие по всей ширине дорожного полотна за два-три прохода.</w:t>
      </w:r>
    </w:p>
    <w:p w14:paraId="074FF9E2" w14:textId="713D1278" w:rsidR="007C2FEE" w:rsidRPr="00B03759" w:rsidRDefault="006D1201" w:rsidP="007C2FEE">
      <w:pPr>
        <w:pStyle w:val="Standardabsatz"/>
        <w:rPr>
          <w:lang w:val="ru"/>
        </w:rPr>
      </w:pPr>
      <w:r>
        <w:rPr>
          <w:lang w:val="ru"/>
        </w:rPr>
        <w:t xml:space="preserve">Длина отдельных участков реконструкции составляла от 50 до 500 м.  Во время подобных ремонтных работ фреза используется на многих участках ии перемещается несколько раз в день с одного ремонтного участка на другой своим ходом Важное технологическое преимущество новой серии F: машина обеспечивает требуемое качество фрезерования с первого прохода даже на коротких участках. </w:t>
      </w:r>
    </w:p>
    <w:p w14:paraId="22320BAD" w14:textId="44E72FE1" w:rsidR="007C2FEE" w:rsidRPr="00B03759" w:rsidRDefault="00533286" w:rsidP="00BC1961">
      <w:pPr>
        <w:pStyle w:val="Absatzberschrift"/>
        <w:rPr>
          <w:lang w:val="ru"/>
        </w:rPr>
      </w:pPr>
      <w:r>
        <w:rPr>
          <w:bCs/>
          <w:lang w:val="ru"/>
        </w:rPr>
        <w:t xml:space="preserve">Стабильное качество фрезерования </w:t>
      </w:r>
    </w:p>
    <w:p w14:paraId="74F6A4A4" w14:textId="1B08D813" w:rsidR="007C2FEE" w:rsidRPr="00B03759" w:rsidRDefault="006D1201" w:rsidP="007C2FEE">
      <w:pPr>
        <w:pStyle w:val="Standardabsatz"/>
        <w:rPr>
          <w:lang w:val="ru"/>
        </w:rPr>
      </w:pPr>
      <w:r>
        <w:rPr>
          <w:lang w:val="ru"/>
        </w:rPr>
        <w:t xml:space="preserve">«Я уже давно работаю с машинами Wirtgen, в том числе с фрезами такого размера. Признаюсь, новшества серии F меня действительно впечатлили», — говорит владелец строительной компании Sicilstrade Роберто Прайнито (Roberto Prainito). Система Mill Assist контролирует качество фрезерования и обеспечивает оптимальное качество поверхности  за один проход. Результат всегда будет неизменным, будь то фрезерование участка длиной 50 м на глубину 3 см или 500 м на глубину 5 см. При этом машинист  может полностью сосредоточиться на загрузке и точном следовании по полосе фрезерования. Это ускоряет фрезерование отдельных участков и увеличивает общую выработку за день. </w:t>
      </w:r>
    </w:p>
    <w:p w14:paraId="528C4A5A" w14:textId="7C3C6CFF" w:rsidR="007C2FEE" w:rsidRPr="00B03759" w:rsidRDefault="006D1201" w:rsidP="007C2FEE">
      <w:pPr>
        <w:pStyle w:val="Standardabsatz"/>
        <w:rPr>
          <w:lang w:val="ru"/>
        </w:rPr>
      </w:pPr>
      <w:r>
        <w:rPr>
          <w:lang w:val="ru"/>
        </w:rPr>
        <w:t xml:space="preserve">Благодаря высокой маневренности машины, большой производительности и универсальности, работа на извилистых дорогах не представляла никаких проблем. Бригада квалифицированных рабочих компании Sicilstrade следовала за машиной, сразу укладывая на ремонтируемые участки новое покрытие. Это позволило снимать старый асфальт и укладывать новый за считаные часы, не сильно затрудняя движение транспорта. «Здесь мы ремонтируем небольшие участки, и машина производит грандиозное впечатление. Мне не терпится увидеть, как она покажет себя в крупном проекте», — говорит Прайнито. </w:t>
      </w:r>
    </w:p>
    <w:p w14:paraId="6B0D4E7C" w14:textId="64286510" w:rsidR="007C2FEE" w:rsidRPr="004440E9" w:rsidRDefault="003D4D79" w:rsidP="007C2FEE">
      <w:pPr>
        <w:pStyle w:val="Teaserhead"/>
      </w:pPr>
      <w:r>
        <w:rPr>
          <w:bCs/>
          <w:lang w:val="ru"/>
        </w:rPr>
        <w:t xml:space="preserve">Функции автоматики экономят время </w:t>
      </w:r>
    </w:p>
    <w:p w14:paraId="36A24F3E" w14:textId="77777777" w:rsidR="00B03759" w:rsidRDefault="006D1201" w:rsidP="007C2FEE">
      <w:pPr>
        <w:pStyle w:val="Standardabsatz"/>
        <w:rPr>
          <w:lang w:val="ru"/>
        </w:rPr>
      </w:pPr>
      <w:r>
        <w:rPr>
          <w:lang w:val="ru"/>
        </w:rPr>
        <w:t xml:space="preserve">Различные функции автоматики, такие как поддержка при переходе на вторую полосу или автоматическое отслеживание погрузочного конвейера, ощутимо улучшили качество и увеличили скорость работ на строительной площадке. </w:t>
      </w:r>
    </w:p>
    <w:p w14:paraId="53FBBC66" w14:textId="0772132D" w:rsidR="003D4D79" w:rsidRDefault="006D1201" w:rsidP="00B03759">
      <w:pPr>
        <w:pStyle w:val="Standardabsatz"/>
        <w:rPr>
          <w:lang w:val="ru"/>
        </w:rPr>
      </w:pPr>
      <w:r>
        <w:rPr>
          <w:lang w:val="ru"/>
        </w:rPr>
        <w:lastRenderedPageBreak/>
        <w:t xml:space="preserve">Кроме того, поддержка сохранения параметров глубины фрезерования и автоматическая система врезания фрезы в сочетании с системой помощи Mill Assist упростили фрезерование участков разного размера. </w:t>
      </w:r>
    </w:p>
    <w:p w14:paraId="11A5E7CF" w14:textId="77777777" w:rsidR="00B03759" w:rsidRPr="00B03759" w:rsidRDefault="00B03759" w:rsidP="00B03759">
      <w:pPr>
        <w:pStyle w:val="Standardabsatz"/>
        <w:rPr>
          <w:b/>
          <w:bCs/>
          <w:szCs w:val="22"/>
          <w:lang w:val="ru"/>
        </w:rPr>
      </w:pPr>
    </w:p>
    <w:p w14:paraId="64ABBB85" w14:textId="11AA794A" w:rsidR="007C2FEE" w:rsidRPr="00B03759" w:rsidRDefault="007C2FEE" w:rsidP="00BC487A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Фотографии</w:t>
      </w:r>
    </w:p>
    <w:p w14:paraId="06345839" w14:textId="77777777" w:rsidR="00BC487A" w:rsidRPr="00B03759" w:rsidRDefault="00BC487A" w:rsidP="00BC487A">
      <w:pPr>
        <w:rPr>
          <w:rFonts w:eastAsiaTheme="minorHAnsi" w:cstheme="minorBidi"/>
          <w:b/>
          <w:sz w:val="22"/>
          <w:szCs w:val="24"/>
          <w:lang w:val="ru"/>
        </w:rPr>
      </w:pPr>
    </w:p>
    <w:p w14:paraId="5BFBF390" w14:textId="21E83A6F" w:rsidR="007C2FEE" w:rsidRPr="00B03759" w:rsidRDefault="007C2FEE" w:rsidP="00BA7BC5">
      <w:pPr>
        <w:pStyle w:val="BUbold"/>
        <w:rPr>
          <w:b w:val="0"/>
          <w:bCs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622CC7EE" wp14:editId="3DB2D8FF">
            <wp:extent cx="2415478" cy="1811974"/>
            <wp:effectExtent l="0" t="0" r="444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478" cy="181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tab/>
      </w:r>
      <w:r>
        <w:rPr>
          <w:b w:val="0"/>
          <w:noProof/>
          <w:lang w:val="ru"/>
        </w:rPr>
        <w:drawing>
          <wp:inline distT="0" distB="0" distL="0" distR="0" wp14:anchorId="7E632CF5" wp14:editId="4C2C733A">
            <wp:extent cx="2702976" cy="1801984"/>
            <wp:effectExtent l="0" t="0" r="2540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976" cy="180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W_photo_W210Fi_00248</w:t>
      </w:r>
      <w:r>
        <w:rPr>
          <w:bCs/>
          <w:lang w:val="ru"/>
        </w:rPr>
        <w:tab/>
      </w:r>
      <w:r>
        <w:rPr>
          <w:bCs/>
          <w:lang w:val="ru"/>
        </w:rPr>
        <w:tab/>
        <w:t>W_photo_W210Fi_00235</w:t>
      </w:r>
      <w:r>
        <w:rPr>
          <w:b w:val="0"/>
          <w:lang w:val="ru"/>
        </w:rPr>
        <w:br/>
        <w:t xml:space="preserve">Фреза W 210 Fi помогает быстро справляться с классической задачей «снять старое покрытие и положить новое» даже на крутых поворотах дороги </w:t>
      </w:r>
    </w:p>
    <w:p w14:paraId="10AF8B22" w14:textId="77777777" w:rsidR="000D357E" w:rsidRPr="00B03759" w:rsidRDefault="000D357E" w:rsidP="000D357E">
      <w:pPr>
        <w:pStyle w:val="BUnormal"/>
        <w:rPr>
          <w:lang w:val="ru"/>
        </w:rPr>
      </w:pPr>
    </w:p>
    <w:p w14:paraId="6BBBB646" w14:textId="3D1EC123" w:rsidR="007C2FEE" w:rsidRPr="00B03759" w:rsidRDefault="007C2FEE" w:rsidP="007C2FEE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C88ECF6" wp14:editId="028729C9">
            <wp:extent cx="2414905" cy="1610025"/>
            <wp:effectExtent l="0" t="0" r="444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71" cy="1612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W_photo_W210Fi_00242</w:t>
      </w:r>
    </w:p>
    <w:p w14:paraId="43BC7053" w14:textId="28CA3B38" w:rsidR="00980313" w:rsidRPr="00B03759" w:rsidRDefault="00D45DA0" w:rsidP="007C2FEE">
      <w:pPr>
        <w:pStyle w:val="BUnormal"/>
        <w:rPr>
          <w:i/>
          <w:iCs/>
          <w:lang w:val="ru"/>
        </w:rPr>
      </w:pPr>
      <w:r>
        <w:rPr>
          <w:lang w:val="ru"/>
        </w:rPr>
        <w:t xml:space="preserve">Одно из преимуществ новой техники Wirtgen серии F: машина обеспечивает требуемое качество фрезерования с первого прохода даже на коротких участках </w:t>
      </w:r>
      <w:r>
        <w:rPr>
          <w:lang w:val="ru"/>
        </w:rPr>
        <w:br/>
      </w:r>
    </w:p>
    <w:p w14:paraId="70A4A946" w14:textId="092A0E24" w:rsidR="00883B42" w:rsidRPr="00B03759" w:rsidRDefault="00883B42" w:rsidP="00883B42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03BFE6DA" wp14:editId="4CC29918">
            <wp:extent cx="2419271" cy="1612847"/>
            <wp:effectExtent l="0" t="0" r="635" b="69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71" cy="161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W_photo_W210Fi_00235</w:t>
      </w:r>
    </w:p>
    <w:p w14:paraId="714EA1DE" w14:textId="2052ED89" w:rsidR="00883B42" w:rsidRPr="00B03759" w:rsidRDefault="00883B42" w:rsidP="00883B42">
      <w:pPr>
        <w:pStyle w:val="Note"/>
        <w:spacing w:before="0" w:after="0"/>
        <w:rPr>
          <w:lang w:val="ru"/>
        </w:rPr>
      </w:pPr>
      <w:r>
        <w:rPr>
          <w:iCs/>
          <w:lang w:val="ru"/>
        </w:rPr>
        <w:t>Раффаэле Чентонце (Raffaele Centonze) (машина Wirtgen) и владелец компании Sicilstrade Роберто Прайнито довольны результатами фрезерования</w:t>
      </w:r>
    </w:p>
    <w:p w14:paraId="30AB91F7" w14:textId="77777777" w:rsidR="00883B42" w:rsidRPr="00B03759" w:rsidRDefault="00883B42" w:rsidP="00883B42">
      <w:pPr>
        <w:pStyle w:val="Standardabsatz"/>
        <w:rPr>
          <w:lang w:val="ru"/>
        </w:rPr>
      </w:pPr>
    </w:p>
    <w:p w14:paraId="6024A87A" w14:textId="162FD3C0" w:rsidR="001226B9" w:rsidRPr="00B03759" w:rsidRDefault="00714D6B" w:rsidP="00B03759">
      <w:pPr>
        <w:pStyle w:val="Note"/>
        <w:rPr>
          <w:b/>
          <w:iCs/>
          <w:sz w:val="22"/>
          <w:szCs w:val="24"/>
          <w:lang w:val="ru"/>
        </w:rPr>
      </w:pPr>
      <w:r>
        <w:rPr>
          <w:iCs/>
          <w:lang w:val="ru"/>
        </w:rPr>
        <w:lastRenderedPageBreak/>
        <w:t>Указание: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717825D0" w14:textId="2E752BF9" w:rsidR="00B409DF" w:rsidRPr="00B03759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B03759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B03759" w:rsidRDefault="00B409DF" w:rsidP="00B409DF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B03759" w:rsidRDefault="00B409DF" w:rsidP="00B409DF">
      <w:pPr>
        <w:pStyle w:val="Fuzeile1"/>
        <w:rPr>
          <w:lang w:val="ru"/>
        </w:rPr>
      </w:pPr>
      <w:r>
        <w:rPr>
          <w:bCs w:val="0"/>
          <w:iCs w:val="0"/>
          <w:lang w:val="ru"/>
        </w:rPr>
        <w:t>Отдел по связям с общественностью</w:t>
      </w:r>
    </w:p>
    <w:p w14:paraId="77A90FFB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4440E9" w:rsidRDefault="00B409DF" w:rsidP="00B409DF">
      <w:pPr>
        <w:pStyle w:val="Fuzeile1"/>
      </w:pPr>
    </w:p>
    <w:p w14:paraId="747CCDAF" w14:textId="77777777" w:rsidR="00B409DF" w:rsidRPr="004440E9" w:rsidRDefault="00B409DF" w:rsidP="00B409DF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72EBA31D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4CADBFA8" w:rsidR="00B409DF" w:rsidRPr="004440E9" w:rsidRDefault="00B409DF" w:rsidP="00B409DF">
      <w:pPr>
        <w:pStyle w:val="Fuzeile1"/>
      </w:pPr>
      <w:r>
        <w:rPr>
          <w:bCs w:val="0"/>
          <w:iCs w:val="0"/>
          <w:lang w:val="ru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51E322C9" w14:textId="77777777" w:rsidR="00B409DF" w:rsidRPr="004440E9" w:rsidRDefault="00B409DF" w:rsidP="00B409DF">
      <w:pPr>
        <w:pStyle w:val="Fuzeile1"/>
        <w:rPr>
          <w:vanish/>
        </w:rPr>
      </w:pPr>
    </w:p>
    <w:p w14:paraId="11BA6AC4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Pr="004440E9" w:rsidRDefault="00B409DF" w:rsidP="00541C9E">
      <w:pPr>
        <w:pStyle w:val="Absatzberschrift"/>
        <w:rPr>
          <w:iCs/>
        </w:rPr>
      </w:pPr>
    </w:p>
    <w:p w14:paraId="1AA2C54F" w14:textId="77777777" w:rsidR="00B409DF" w:rsidRPr="004440E9" w:rsidRDefault="00B409DF" w:rsidP="00541C9E">
      <w:pPr>
        <w:pStyle w:val="Absatzberschrift"/>
        <w:rPr>
          <w:iCs/>
        </w:rPr>
      </w:pPr>
    </w:p>
    <w:p w14:paraId="3D604A55" w14:textId="179BBC00" w:rsidR="00F048D4" w:rsidRPr="004440E9" w:rsidRDefault="00F048D4" w:rsidP="00F74540">
      <w:pPr>
        <w:pStyle w:val="Fuzeile1"/>
      </w:pPr>
    </w:p>
    <w:sectPr w:rsidR="00F048D4" w:rsidRPr="004440E9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Тел.: +49 26 45/131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75937802" w:rsidR="000278CB" w:rsidRDefault="00C018E0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56FE83A" wp14:editId="01FEEF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6214CD" w14:textId="23C4D710" w:rsidR="00C018E0" w:rsidRPr="00C018E0" w:rsidRDefault="00C018E0" w:rsidP="00C018E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6FE83A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E6214CD" w14:textId="23C4D710" w:rsidR="00C018E0" w:rsidRPr="00C018E0" w:rsidRDefault="00C018E0" w:rsidP="00C018E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B9E34F8" w:rsidR="00533132" w:rsidRPr="00533132" w:rsidRDefault="00C018E0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F62D3C8" wp14:editId="31FAF0B2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0BD5F0" w14:textId="1F1B34BA" w:rsidR="00C018E0" w:rsidRPr="00C018E0" w:rsidRDefault="00C018E0" w:rsidP="00C018E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62D3C8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60BD5F0" w14:textId="1F1B34BA" w:rsidR="00C018E0" w:rsidRPr="00C018E0" w:rsidRDefault="00C018E0" w:rsidP="00C018E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AA2F657" w:rsidR="00533132" w:rsidRDefault="00C018E0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D16B2E" wp14:editId="0DF25E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B47E7C" w14:textId="036513EC" w:rsidR="00C018E0" w:rsidRPr="00C018E0" w:rsidRDefault="00C018E0" w:rsidP="00C018E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D16B2E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0CB47E7C" w14:textId="036513EC" w:rsidR="00C018E0" w:rsidRPr="00C018E0" w:rsidRDefault="00C018E0" w:rsidP="00C018E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226B9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44065"/>
    <w:rsid w:val="0036561D"/>
    <w:rsid w:val="003665BE"/>
    <w:rsid w:val="00384A08"/>
    <w:rsid w:val="003850A9"/>
    <w:rsid w:val="003967E5"/>
    <w:rsid w:val="003A753A"/>
    <w:rsid w:val="003B3803"/>
    <w:rsid w:val="003C2A71"/>
    <w:rsid w:val="003D4D79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40E9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3286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1201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2CD6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83B42"/>
    <w:rsid w:val="00892F6F"/>
    <w:rsid w:val="00896F7E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DD3"/>
    <w:rsid w:val="00A02F49"/>
    <w:rsid w:val="00A13C4A"/>
    <w:rsid w:val="00A171F4"/>
    <w:rsid w:val="00A1772D"/>
    <w:rsid w:val="00A177B2"/>
    <w:rsid w:val="00A2231A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375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18E0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45DA0"/>
    <w:rsid w:val="00D63D33"/>
    <w:rsid w:val="00D665EA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516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3760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2021-10-20T14:00:00Z</cp:lastPrinted>
  <dcterms:created xsi:type="dcterms:W3CDTF">2024-01-31T15:32:00Z</dcterms:created>
  <dcterms:modified xsi:type="dcterms:W3CDTF">2024-01-31T15:32:00Z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b,f,10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2024-01-08T18:34:06Z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3966bb31-97c2-4461-a55f-37205fb83807</vt:lpwstr>
  </property>
  <property fmtid="{D5CDD505-2E9C-101B-9397-08002B2CF9AE}" pid="11" name="MSIP_Label_df1a195f-122b-42dc-a2d3-71a1903dcdac_ContentBits">
    <vt:lpwstr>1</vt:lpwstr>
  </property>
</Properties>
</file>